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Pr="00154CCC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09B0E3D7" w14:textId="5AC5E8D6" w:rsidR="003E3214" w:rsidRPr="00154CCC" w:rsidRDefault="003E3214" w:rsidP="003E3214">
      <w:pPr>
        <w:jc w:val="right"/>
        <w:rPr>
          <w:rFonts w:ascii="Calibri" w:hAnsi="Calibri" w:cs="Calibri"/>
          <w:b/>
          <w:sz w:val="22"/>
          <w:szCs w:val="22"/>
        </w:rPr>
      </w:pPr>
      <w:r w:rsidRPr="00154CCC">
        <w:rPr>
          <w:rFonts w:ascii="Calibri" w:hAnsi="Calibri" w:cs="Calibri"/>
          <w:b/>
          <w:sz w:val="22"/>
          <w:szCs w:val="22"/>
        </w:rPr>
        <w:t xml:space="preserve">Anexa </w:t>
      </w:r>
      <w:r w:rsidR="00154CCC" w:rsidRPr="00154CCC">
        <w:rPr>
          <w:rFonts w:ascii="Calibri" w:hAnsi="Calibri" w:cs="Calibri"/>
          <w:b/>
          <w:sz w:val="22"/>
          <w:szCs w:val="22"/>
        </w:rPr>
        <w:t>1</w:t>
      </w:r>
      <w:r w:rsidR="003C7142">
        <w:rPr>
          <w:rFonts w:ascii="Calibri" w:hAnsi="Calibri" w:cs="Calibri"/>
          <w:b/>
          <w:sz w:val="22"/>
          <w:szCs w:val="22"/>
        </w:rPr>
        <w:t>9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02289DFA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Versiunea </w:t>
      </w:r>
      <w:r w:rsidR="00811A01">
        <w:rPr>
          <w:rFonts w:ascii="Calibri" w:hAnsi="Calibri" w:cs="Calibri"/>
          <w:b/>
        </w:rPr>
        <w:t>ianuarie 2024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20D03365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215FCF41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29B344E4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115D075F" w14:textId="739EAF2D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45482D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pt-BR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77777777" w:rsidR="00F6783B" w:rsidRPr="00E8080E" w:rsidRDefault="00F6783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lastRenderedPageBreak/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YiN5naI7ZOrrBWavjenwb1xfrr+boiPvRsutx06KeXPm6gUer4lqdXvGS+1J+RX&#10;ohCy6nJl6LW2jujqBEcgAGj8HMnK0uTH82yw4dbfFavdILdL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YiN5naI7Tq6wVes43p8G9cP66/m97H3o2bW46dFPLn&#10;zdQKPV8Q1Osn9bfyfmV6IQcuoyZvfW6O6OoEVzAAAABceDmTbU5Me/vq7/wS+HW2yWr3wDR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Vut4zp9PvXHPO5O6OqPv&#10;R82sx4+ivlW83UCi1fEdRrJnnLzFPmV6IQcuoyZp8q20d0dQIjkAAAAAAAJ3B8nN8Sxd1vJl20du&#10;TqK+foBr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CFruJ6fRxM&#10;Wnl5PmV6/v7nHNqceHomd7d0AoNbxTUazes25GP5lfz70DNqsmbo35Ne6AQXEAAAAAAAAAB009+b&#10;1GO/zbRL1jnk5Kz3SDaxO8RPeuY6YB9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dTqsOlpys2SK90ds+iHjJlpirve0QCg13G82femD9Vj7/lT7EHNrb33jH5NfxBVooPg&#10;AAAAAAAAAAAADZ6HJzujw376wuMFuVhpbvgHd7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LWrSs2tMVrHXMz1PkzERvM7QCm13Ha13x6SOVP7yer7kTProjeuLpn50gosuXJm&#10;vN8t5vae2ZQbXte3KtMzPnB4fAAAAAAAAAAAAAAABqeBZOXw6sdtZmFnobcrTxHdOwLFI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B1/FcGi3r+0y/Mier0z2OGfVUw9Hvrd0Az&#10;ut1+fW33yW2r2UjqhX5s980+VPR2RHUCK5gAAAAAAAAAAAAAAAAAL7wayeTmx+eLJ3DrdF6/eC8T&#10;Q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HjNmx4Mc5MtorWOuZeb3rSs2tO0QCg&#10;1/HMmXfHpd8dPnfKn2IOfW2vvXF5Md/bIKiZmZ3md5ROsHwAAAAAAAAAAAAAAAAAAAFp4P5ORr5r&#10;2XrKToLbZ9u+AaZZ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ruIcXw6TelNsmXu&#10;jqj0o+o1dMXk18q/d3Azuq1ebV5OXmtv3RHVCvy5b5bb3n7gcHgAAAAAAAAAAAAAAAAAAAAABK4b&#10;k5rX4bb/ACtnTTW5Oek+cGwW4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xly0w45yZ&#10;LRWsdcy+WtWlZtadojtBQcR43fNvj0u9Kdtu2fYgajWzfycW9a9/bIKhEB8AAAAAAAAAAAAAAAAA&#10;AAAAAAB6pbkXrbuncidrRPcDbY7RfHW0dsRK6rO9YnvgHp9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ETXcRw6Kvlzysk9VI659jln1FMMdPTbsiAZnW67NrcnKy22rHVSOqFbmz3zW3tPR2R&#10;2QCM5gAAAAAAAAAAAAAAAAAAAAAAAAAADX8Kyc5w7DPbFdltpbcrT0nzbAluo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zERvPRACm4jxutInFpJ5Vuqb9kehD1Gtiu9cXTPzgUF72yWm17Ta09&#10;czO8ygTM2ne0zMz2yDyAAAAAAAAAAAAAAAAAAAAAAAAAAAAA0vg7k5WitT5lljw+2+GY7pBap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p8IcHL0lMsR047dPolE4hTlYot82QZtXgAAAAAAAAAAAAAAAAAAA&#10;AAAAAAAAAAAAAAPoDaaW/O6bFf51Ylc4rcrHW3fAOr0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ReEmDpxZ4+rKDxGnTW/wB0gokIAAAAAAAAAAAAAAAAAAAA&#10;AAAAAAAAAAAAABb+DuTk6y9PnV9SVw+22aY74Bo1i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q/CDDzmhjJEdOO2/3Sja+nKwcrtrIMyrQAAAAAAAAAAAAAAA&#10;AAAAAAAAAAAAAAAAAAGn4Bk5fD+T8y0wstBbfBt3SCzS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pPCTDvTFniOqeTP5fmhcRp0Vv9wKBBAAAAAAAAAAA&#10;AAAAAAAAAAAAAAAAAAAAABI0GTmtdhv3Wh7wW5Oek+cGyX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ajT4tVinHmpFq/jHoecmOuWvJvG8AzfEeE5dHM3pE5MPzo649Kt1GlvhmbR5VO/uBXOAAAA&#10;AAAAAAAAAAAAAAAAAAAAAAAAAAAAALDgePl8SpO3vYm3/v8AF30VeVqa+aNwap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VKmPLUsD&#10;AADJBwAADgAAAAAAAAAAAAAAAAA8AgAAZHJzL2Uyb0RvYy54bWxQSwECLQAKAAAAAAAAACEArb2q&#10;peKHAQDihwEAFQAAAAAAAAAAAAAAAACzBQAAZHJzL21lZGlhL2ltYWdlMS5qcGVnUEsBAi0AFAAG&#10;AAgAAAAhAJnmN4rgAAAACgEAAA8AAAAAAAAAAAAAAAAAyI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Lt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D041" w14:textId="77777777" w:rsidR="006F3787" w:rsidRDefault="006F3787">
    <w:pPr>
      <w:pStyle w:val="Subsol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F79D" w14:textId="6A9129C8" w:rsidR="006F3787" w:rsidRDefault="00811A01">
    <w:pPr>
      <w:pStyle w:val="Antet"/>
    </w:pPr>
    <w:r>
      <w:rPr>
        <w:noProof/>
      </w:rPr>
      <w:pict w14:anchorId="057813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47985" o:spid="_x0000_s14338" type="#_x0000_t136" style="position:absolute;margin-left:0;margin-top:0;width:538.55pt;height:82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0996" w14:textId="366DDC72" w:rsidR="006F3787" w:rsidRPr="00851382" w:rsidRDefault="00811A01">
    <w:pPr>
      <w:pStyle w:val="Antet"/>
      <w:rPr>
        <w:color w:val="999999"/>
      </w:rPr>
    </w:pPr>
    <w:r>
      <w:rPr>
        <w:noProof/>
      </w:rPr>
      <w:pict w14:anchorId="1FF288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47986" o:spid="_x0000_s14339" type="#_x0000_t136" style="position:absolute;margin-left:0;margin-top:0;width:538.55pt;height:82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6F3787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6F3787" w:rsidRPr="00851382">
      <w:rPr>
        <w:color w:val="999999"/>
        <w:sz w:val="20"/>
        <w:szCs w:val="20"/>
      </w:rPr>
      <w:t xml:space="preserve">Pagina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PAGE </w:instrText>
    </w:r>
    <w:r w:rsidR="006F3787"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  <w:r w:rsidR="006F3787" w:rsidRPr="00851382">
      <w:rPr>
        <w:color w:val="999999"/>
        <w:sz w:val="20"/>
        <w:szCs w:val="20"/>
      </w:rPr>
      <w:t xml:space="preserve"> din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NUMPAGES </w:instrText>
    </w:r>
    <w:r w:rsidR="006F3787"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1298" w14:textId="5541362B" w:rsidR="006F3787" w:rsidRDefault="00811A01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181ABF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547984" o:spid="_x0000_s14337" type="#_x0000_t136" style="position:absolute;margin-left:0;margin-top:0;width:538.55pt;height:82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6F3787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2141867">
    <w:abstractNumId w:val="16"/>
  </w:num>
  <w:num w:numId="2" w16cid:durableId="1355812127">
    <w:abstractNumId w:val="11"/>
  </w:num>
  <w:num w:numId="3" w16cid:durableId="1315261622">
    <w:abstractNumId w:val="10"/>
  </w:num>
  <w:num w:numId="4" w16cid:durableId="1590231230">
    <w:abstractNumId w:val="9"/>
  </w:num>
  <w:num w:numId="5" w16cid:durableId="1757822262">
    <w:abstractNumId w:val="12"/>
  </w:num>
  <w:num w:numId="6" w16cid:durableId="1021013458">
    <w:abstractNumId w:val="17"/>
  </w:num>
  <w:num w:numId="7" w16cid:durableId="131216754">
    <w:abstractNumId w:val="8"/>
  </w:num>
  <w:num w:numId="8" w16cid:durableId="160246262">
    <w:abstractNumId w:val="18"/>
  </w:num>
  <w:num w:numId="9" w16cid:durableId="965893907">
    <w:abstractNumId w:val="24"/>
  </w:num>
  <w:num w:numId="10" w16cid:durableId="1564102561">
    <w:abstractNumId w:val="21"/>
  </w:num>
  <w:num w:numId="11" w16cid:durableId="1614286242">
    <w:abstractNumId w:val="27"/>
  </w:num>
  <w:num w:numId="12" w16cid:durableId="1011100766">
    <w:abstractNumId w:val="35"/>
  </w:num>
  <w:num w:numId="13" w16cid:durableId="701631905">
    <w:abstractNumId w:val="42"/>
  </w:num>
  <w:num w:numId="14" w16cid:durableId="488521682">
    <w:abstractNumId w:val="33"/>
  </w:num>
  <w:num w:numId="15" w16cid:durableId="2037728123">
    <w:abstractNumId w:val="19"/>
  </w:num>
  <w:num w:numId="16" w16cid:durableId="1052924344">
    <w:abstractNumId w:val="15"/>
  </w:num>
  <w:num w:numId="17" w16cid:durableId="1164785352">
    <w:abstractNumId w:val="43"/>
  </w:num>
  <w:num w:numId="18" w16cid:durableId="119423177">
    <w:abstractNumId w:val="2"/>
  </w:num>
  <w:num w:numId="19" w16cid:durableId="416485240">
    <w:abstractNumId w:val="30"/>
  </w:num>
  <w:num w:numId="20" w16cid:durableId="364713523">
    <w:abstractNumId w:val="7"/>
  </w:num>
  <w:num w:numId="21" w16cid:durableId="267391185">
    <w:abstractNumId w:val="5"/>
  </w:num>
  <w:num w:numId="22" w16cid:durableId="1977102937">
    <w:abstractNumId w:val="23"/>
  </w:num>
  <w:num w:numId="23" w16cid:durableId="813789763">
    <w:abstractNumId w:val="1"/>
  </w:num>
  <w:num w:numId="24" w16cid:durableId="44087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6583998">
    <w:abstractNumId w:val="14"/>
  </w:num>
  <w:num w:numId="26" w16cid:durableId="1397050219">
    <w:abstractNumId w:val="22"/>
  </w:num>
  <w:num w:numId="27" w16cid:durableId="1802527528">
    <w:abstractNumId w:val="13"/>
  </w:num>
  <w:num w:numId="28" w16cid:durableId="303702755">
    <w:abstractNumId w:val="28"/>
  </w:num>
  <w:num w:numId="29" w16cid:durableId="1175607421">
    <w:abstractNumId w:val="41"/>
  </w:num>
  <w:num w:numId="30" w16cid:durableId="1974020462">
    <w:abstractNumId w:val="26"/>
  </w:num>
  <w:num w:numId="31" w16cid:durableId="1537424473">
    <w:abstractNumId w:val="3"/>
  </w:num>
  <w:num w:numId="32" w16cid:durableId="8407668">
    <w:abstractNumId w:val="32"/>
  </w:num>
  <w:num w:numId="33" w16cid:durableId="1688291822">
    <w:abstractNumId w:val="37"/>
  </w:num>
  <w:num w:numId="34" w16cid:durableId="363363295">
    <w:abstractNumId w:val="36"/>
  </w:num>
  <w:num w:numId="35" w16cid:durableId="1344437463">
    <w:abstractNumId w:val="0"/>
  </w:num>
  <w:num w:numId="36" w16cid:durableId="1441991406">
    <w:abstractNumId w:val="20"/>
  </w:num>
  <w:num w:numId="37" w16cid:durableId="220989879">
    <w:abstractNumId w:val="4"/>
  </w:num>
  <w:num w:numId="38" w16cid:durableId="1451052929">
    <w:abstractNumId w:val="40"/>
  </w:num>
  <w:num w:numId="39" w16cid:durableId="1603686518">
    <w:abstractNumId w:val="25"/>
  </w:num>
  <w:num w:numId="40" w16cid:durableId="1345128407">
    <w:abstractNumId w:val="38"/>
  </w:num>
  <w:num w:numId="41" w16cid:durableId="857306509">
    <w:abstractNumId w:val="34"/>
  </w:num>
  <w:num w:numId="42" w16cid:durableId="8919641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37094851">
    <w:abstractNumId w:val="39"/>
  </w:num>
  <w:num w:numId="44" w16cid:durableId="1906797098">
    <w:abstractNumId w:val="6"/>
  </w:num>
  <w:num w:numId="45" w16cid:durableId="81418055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54CCC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0C03"/>
    <w:rsid w:val="00337EFF"/>
    <w:rsid w:val="00376CFE"/>
    <w:rsid w:val="003A2FFB"/>
    <w:rsid w:val="003B61FA"/>
    <w:rsid w:val="003C7142"/>
    <w:rsid w:val="003E2E03"/>
    <w:rsid w:val="003E3214"/>
    <w:rsid w:val="0045482D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6F5C3B"/>
    <w:rsid w:val="007209E0"/>
    <w:rsid w:val="007214ED"/>
    <w:rsid w:val="00754551"/>
    <w:rsid w:val="007631D3"/>
    <w:rsid w:val="007A69A6"/>
    <w:rsid w:val="007C403D"/>
    <w:rsid w:val="00804EFB"/>
    <w:rsid w:val="00810A63"/>
    <w:rsid w:val="00811A01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B4B92"/>
    <w:rsid w:val="00BD3175"/>
    <w:rsid w:val="00BD66D5"/>
    <w:rsid w:val="00BF316A"/>
    <w:rsid w:val="00C05C7A"/>
    <w:rsid w:val="00C06246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D2EAF-E7D1-487A-8352-FA222F22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4</TotalTime>
  <Pages>7</Pages>
  <Words>1084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7642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8</cp:revision>
  <cp:lastPrinted>2023-05-29T06:12:00Z</cp:lastPrinted>
  <dcterms:created xsi:type="dcterms:W3CDTF">2023-09-19T09:46:00Z</dcterms:created>
  <dcterms:modified xsi:type="dcterms:W3CDTF">2024-01-12T11:18:00Z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6b93a45b502e0f109570fd115977e1a75abcb20dbd0b0d13d0bf0189f38f8efa</vt:lpwstr>
  </property>
</Properties>
</file>